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16" w:rsidRDefault="00577C16"/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5D282F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5D282F" w:rsidRPr="00051179" w:rsidRDefault="005E1018" w:rsidP="00577C16">
            <w:pPr>
              <w:pStyle w:val="MonthNames"/>
            </w:pPr>
            <w:r w:rsidRPr="00051179">
              <w:t>J</w:t>
            </w:r>
            <w:r w:rsidR="00665B68" w:rsidRPr="00051179">
              <w:t xml:space="preserve">anuary </w:t>
            </w:r>
            <w:r w:rsidR="0097726B" w:rsidRPr="00051179">
              <w:t>2009</w:t>
            </w:r>
          </w:p>
        </w:tc>
      </w:tr>
      <w:tr w:rsidR="00A64DCE" w:rsidRPr="00051179" w:rsidTr="00577C16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777BE1" w:rsidRPr="00051179" w:rsidRDefault="0075427B" w:rsidP="00577C16">
            <w:pPr>
              <w:pStyle w:val="Weekdays"/>
            </w:pPr>
            <w:r w:rsidRPr="00051179">
              <w:t>Saturday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7815" w:type="dxa"/>
            <w:gridSpan w:val="4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97726B" w:rsidRPr="00051179" w:rsidRDefault="0097726B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3</w:t>
            </w:r>
          </w:p>
        </w:tc>
      </w:tr>
      <w:tr w:rsidR="00777BE1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10</w:t>
            </w:r>
          </w:p>
        </w:tc>
      </w:tr>
      <w:tr w:rsidR="00777BE1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17</w:t>
            </w:r>
          </w:p>
        </w:tc>
      </w:tr>
      <w:tr w:rsidR="00777BE1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051179" w:rsidRDefault="0097726B" w:rsidP="00577C16">
            <w:pPr>
              <w:pStyle w:val="Dates"/>
            </w:pPr>
            <w:r w:rsidRPr="00051179">
              <w:t>24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bottom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31</w:t>
            </w:r>
          </w:p>
        </w:tc>
      </w:tr>
    </w:tbl>
    <w:p w:rsidR="00A315BE" w:rsidRPr="00A315BE" w:rsidRDefault="00A315BE" w:rsidP="00A64DCE">
      <w:pPr>
        <w:pStyle w:val="Weekdays"/>
      </w:pPr>
    </w:p>
    <w:p w:rsidR="00577C16" w:rsidRDefault="00577C16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97726B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97726B" w:rsidRPr="00051179" w:rsidRDefault="0097726B" w:rsidP="00577C16">
            <w:pPr>
              <w:pStyle w:val="MonthNames"/>
            </w:pPr>
            <w:r w:rsidRPr="00051179">
              <w:t>February 2009</w:t>
            </w:r>
          </w:p>
        </w:tc>
      </w:tr>
      <w:tr w:rsidR="0097726B" w:rsidRPr="00051179" w:rsidTr="00577C16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Saturday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bottom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7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14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21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28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</w:p>
        </w:tc>
      </w:tr>
    </w:tbl>
    <w:p w:rsidR="00577C16" w:rsidRDefault="00577C16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97726B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97726B" w:rsidRPr="00051179" w:rsidRDefault="0097726B" w:rsidP="00577C16">
            <w:pPr>
              <w:pStyle w:val="MonthNames"/>
            </w:pPr>
            <w:r w:rsidRPr="00051179">
              <w:t>March 2009</w:t>
            </w:r>
          </w:p>
        </w:tc>
      </w:tr>
      <w:tr w:rsidR="0097726B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Saturday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bottom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7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14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21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28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31</w:t>
            </w:r>
          </w:p>
        </w:tc>
        <w:tc>
          <w:tcPr>
            <w:tcW w:w="7820" w:type="dxa"/>
            <w:gridSpan w:val="4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</w:p>
        </w:tc>
      </w:tr>
    </w:tbl>
    <w:p w:rsidR="00577C16" w:rsidRDefault="00577C16">
      <w:r>
        <w:rPr>
          <w:bCs/>
        </w:rP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97726B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97726B" w:rsidRPr="00051179" w:rsidRDefault="0097726B" w:rsidP="00577C16">
            <w:pPr>
              <w:pStyle w:val="MonthNames"/>
            </w:pPr>
            <w:r w:rsidRPr="00051179">
              <w:t>April 2009</w:t>
            </w:r>
          </w:p>
        </w:tc>
      </w:tr>
      <w:tr w:rsidR="0097726B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Saturday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5860" w:type="dxa"/>
            <w:gridSpan w:val="3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97726B" w:rsidRPr="00051179" w:rsidRDefault="0097726B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4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11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18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25</w:t>
            </w:r>
          </w:p>
        </w:tc>
      </w:tr>
      <w:tr w:rsidR="0097726B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3910" w:type="dxa"/>
            <w:gridSpan w:val="2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97726B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97726B" w:rsidRPr="00051179" w:rsidRDefault="0097726B" w:rsidP="00577C16">
            <w:pPr>
              <w:pStyle w:val="MonthNames"/>
            </w:pPr>
            <w:r w:rsidRPr="00051179">
              <w:t>May 2009</w:t>
            </w:r>
          </w:p>
        </w:tc>
      </w:tr>
      <w:tr w:rsidR="0097726B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97726B" w:rsidRPr="00051179" w:rsidRDefault="0097726B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9770" w:type="dxa"/>
            <w:gridSpan w:val="5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</w:tr>
      <w:tr w:rsidR="0097726B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9</w:t>
            </w:r>
          </w:p>
        </w:tc>
      </w:tr>
      <w:tr w:rsidR="0097726B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16</w:t>
            </w:r>
          </w:p>
        </w:tc>
      </w:tr>
      <w:tr w:rsidR="0097726B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23</w:t>
            </w:r>
          </w:p>
        </w:tc>
      </w:tr>
      <w:tr w:rsidR="0097726B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7726B" w:rsidRPr="00051179" w:rsidRDefault="0097726B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97726B" w:rsidRPr="00051179" w:rsidRDefault="0097726B" w:rsidP="00577C16">
            <w:pPr>
              <w:pStyle w:val="Dates"/>
            </w:pPr>
            <w:r w:rsidRPr="00051179">
              <w:t>30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31</w:t>
            </w:r>
          </w:p>
        </w:tc>
        <w:tc>
          <w:tcPr>
            <w:tcW w:w="11727" w:type="dxa"/>
            <w:gridSpan w:val="6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June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6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20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7820" w:type="dxa"/>
            <w:gridSpan w:val="4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July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5860" w:type="dxa"/>
            <w:gridSpan w:val="3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18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A315BE" w:rsidRPr="00A315BE" w:rsidRDefault="00A315BE" w:rsidP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August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1725" w:type="dxa"/>
            <w:gridSpan w:val="6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15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6D1C43" w:rsidP="00577C16">
            <w:pPr>
              <w:pStyle w:val="Dates"/>
            </w:pPr>
            <w:r w:rsidRPr="00051179">
              <w:t>24</w:t>
            </w:r>
          </w:p>
          <w:p w:rsidR="0019794B" w:rsidRPr="00051179" w:rsidRDefault="0019794B" w:rsidP="00577C16">
            <w:pPr>
              <w:pStyle w:val="Dates"/>
            </w:pPr>
            <w:r>
              <w:t>Cycle I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29</w:t>
            </w:r>
          </w:p>
        </w:tc>
      </w:tr>
      <w:tr w:rsidR="006D1C43" w:rsidRPr="00051179" w:rsidTr="00577C16">
        <w:trPr>
          <w:cantSplit/>
          <w:trHeight w:hRule="exact" w:val="1296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31</w:t>
            </w:r>
          </w:p>
        </w:tc>
        <w:tc>
          <w:tcPr>
            <w:tcW w:w="9774" w:type="dxa"/>
            <w:gridSpan w:val="5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September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3906" w:type="dxa"/>
            <w:gridSpan w:val="2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5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5865" w:type="dxa"/>
            <w:gridSpan w:val="3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3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October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7815" w:type="dxa"/>
            <w:gridSpan w:val="4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6D1C43" w:rsidP="00577C16">
            <w:pPr>
              <w:pStyle w:val="Dates"/>
            </w:pPr>
            <w:r w:rsidRPr="00051179">
              <w:t>2</w:t>
            </w:r>
          </w:p>
          <w:p w:rsidR="0019794B" w:rsidRPr="00051179" w:rsidRDefault="0019794B" w:rsidP="00577C16">
            <w:pPr>
              <w:pStyle w:val="Dates"/>
            </w:pPr>
            <w:r>
              <w:t>End of Cycle 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6D1C43" w:rsidP="00577C16">
            <w:pPr>
              <w:pStyle w:val="Dates"/>
            </w:pPr>
            <w:r w:rsidRPr="00051179">
              <w:t>5</w:t>
            </w:r>
          </w:p>
          <w:p w:rsidR="0019794B" w:rsidRDefault="0019794B" w:rsidP="00577C16">
            <w:pPr>
              <w:pStyle w:val="Dates"/>
            </w:pPr>
            <w:r>
              <w:t>Cycle 2</w:t>
            </w:r>
          </w:p>
          <w:p w:rsidR="00197678" w:rsidRDefault="00197678" w:rsidP="00577C16">
            <w:pPr>
              <w:pStyle w:val="Dates"/>
            </w:pPr>
          </w:p>
          <w:p w:rsidR="00197678" w:rsidRDefault="00197678" w:rsidP="00577C16">
            <w:pPr>
              <w:pStyle w:val="Dates"/>
            </w:pPr>
            <w:r>
              <w:t>SE 11.1.6B</w:t>
            </w:r>
          </w:p>
          <w:p w:rsidR="00197678" w:rsidRPr="00051179" w:rsidRDefault="00197678" w:rsidP="00577C16">
            <w:pPr>
              <w:pStyle w:val="Dates"/>
            </w:pPr>
            <w:r>
              <w:t>SE. 11.1.7F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6D1C43" w:rsidP="00577C16">
            <w:pPr>
              <w:pStyle w:val="Dates"/>
            </w:pPr>
            <w:r w:rsidRPr="00051179">
              <w:t>6</w:t>
            </w:r>
          </w:p>
          <w:p w:rsidR="000D3ACF" w:rsidRDefault="000D3ACF" w:rsidP="00577C16">
            <w:pPr>
              <w:pStyle w:val="Dates"/>
            </w:pPr>
          </w:p>
          <w:p w:rsidR="000D3ACF" w:rsidRPr="00051179" w:rsidRDefault="000D3ACF" w:rsidP="00577C16">
            <w:pPr>
              <w:pStyle w:val="Dates"/>
            </w:pP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0D3ACF" w:rsidP="00577C16">
            <w:pPr>
              <w:pStyle w:val="Dates"/>
            </w:pPr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3pt;margin-top:21.05pt;width:272.75pt;height:24.3pt;z-index:1;mso-width-percent:400;mso-position-horizontal-relative:text;mso-position-vertical-relative:text;mso-width-percent:400;mso-width-relative:margin;mso-height-relative:margin">
                  <v:textbox>
                    <w:txbxContent>
                      <w:p w:rsidR="000D3ACF" w:rsidRPr="000D3ACF" w:rsidRDefault="000D3ACF" w:rsidP="000D3ACF">
                        <w:pPr>
                          <w:jc w:val="center"/>
                          <w:rPr>
                            <w:b/>
                          </w:rPr>
                        </w:pPr>
                        <w:r w:rsidRPr="000D3ACF">
                          <w:rPr>
                            <w:b/>
                          </w:rPr>
                          <w:t>Assessment Window</w:t>
                        </w:r>
                      </w:p>
                    </w:txbxContent>
                  </v:textbox>
                </v:shape>
              </w:pict>
            </w:r>
            <w:r w:rsidR="006D1C43" w:rsidRPr="00051179">
              <w:t>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6D1C43" w:rsidP="00577C16">
            <w:pPr>
              <w:pStyle w:val="Dates"/>
            </w:pPr>
            <w:r w:rsidRPr="00051179">
              <w:t>15</w:t>
            </w:r>
          </w:p>
          <w:p w:rsidR="000D3ACF" w:rsidRDefault="000D3ACF" w:rsidP="00577C16">
            <w:pPr>
              <w:pStyle w:val="Dates"/>
            </w:pPr>
            <w:r>
              <w:t>Review</w:t>
            </w:r>
          </w:p>
          <w:p w:rsidR="000D3ACF" w:rsidRDefault="000D3ACF" w:rsidP="00577C16">
            <w:pPr>
              <w:pStyle w:val="Dates"/>
            </w:pPr>
            <w:r>
              <w:t>SE 11.1.6B</w:t>
            </w:r>
          </w:p>
          <w:p w:rsidR="000D3ACF" w:rsidRPr="00051179" w:rsidRDefault="000D3ACF" w:rsidP="00577C16">
            <w:pPr>
              <w:pStyle w:val="Dates"/>
            </w:pPr>
            <w:r>
              <w:t>SE 11.1.7F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0D3ACF" w:rsidP="00577C16">
            <w:pPr>
              <w:pStyle w:val="Dates"/>
            </w:pPr>
            <w:r>
              <w:rPr>
                <w:noProof/>
              </w:rPr>
              <w:pict>
                <v:shape id="_x0000_s1027" type="#_x0000_t202" style="position:absolute;margin-left:3.05pt;margin-top:29.05pt;width:272.75pt;height:21.45pt;z-index:2;mso-width-percent:400;mso-height-percent:200;mso-position-horizontal-relative:text;mso-position-vertical-relative:text;mso-width-percent:400;mso-height-percent:200;mso-width-relative:margin;mso-height-relative:margin">
                  <v:textbox style="mso-fit-shape-to-text:t">
                    <w:txbxContent>
                      <w:p w:rsidR="000D3ACF" w:rsidRPr="000D3ACF" w:rsidRDefault="000D3ACF" w:rsidP="000D3ACF">
                        <w:pPr>
                          <w:jc w:val="center"/>
                          <w:rPr>
                            <w:b/>
                          </w:rPr>
                        </w:pPr>
                        <w:r w:rsidRPr="000D3ACF">
                          <w:rPr>
                            <w:b/>
                          </w:rPr>
                          <w:t>Assessment Window</w:t>
                        </w:r>
                      </w:p>
                    </w:txbxContent>
                  </v:textbox>
                </v:shape>
              </w:pict>
            </w:r>
            <w:r w:rsidR="006D1C43"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24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3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6D1C43" w:rsidP="00577C16">
            <w:pPr>
              <w:pStyle w:val="Dates"/>
            </w:pPr>
            <w:r w:rsidRPr="00051179">
              <w:t>29</w:t>
            </w:r>
          </w:p>
          <w:p w:rsidR="000D3ACF" w:rsidRDefault="000D3ACF" w:rsidP="00577C16">
            <w:pPr>
              <w:pStyle w:val="Dates"/>
            </w:pPr>
            <w:r>
              <w:t>Review</w:t>
            </w:r>
          </w:p>
          <w:p w:rsidR="000D3ACF" w:rsidRDefault="000D3ACF" w:rsidP="00577C16">
            <w:pPr>
              <w:pStyle w:val="Dates"/>
            </w:pPr>
            <w:r>
              <w:t xml:space="preserve">SE 11.2.11E </w:t>
            </w:r>
          </w:p>
          <w:p w:rsidR="000D3ACF" w:rsidRPr="00051179" w:rsidRDefault="000D3ACF" w:rsidP="00577C16">
            <w:pPr>
              <w:pStyle w:val="Dates"/>
            </w:pPr>
            <w:r>
              <w:t>(Open-ended Response)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31</w:t>
            </w:r>
          </w:p>
        </w:tc>
      </w:tr>
    </w:tbl>
    <w:p w:rsidR="00A315BE" w:rsidRPr="00A315BE" w:rsidRDefault="00A315BE">
      <w:r w:rsidRPr="00A315BE"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November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Default="006D1C43" w:rsidP="00577C16">
            <w:pPr>
              <w:pStyle w:val="Dates"/>
            </w:pPr>
            <w:r w:rsidRPr="00051179">
              <w:t>6</w:t>
            </w:r>
          </w:p>
          <w:p w:rsidR="0019794B" w:rsidRPr="00051179" w:rsidRDefault="0019794B" w:rsidP="00577C16">
            <w:pPr>
              <w:pStyle w:val="Dates"/>
            </w:pPr>
            <w:r>
              <w:t>Cycle 2 Ends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7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6D1C43" w:rsidP="00577C16">
            <w:pPr>
              <w:pStyle w:val="Dates"/>
            </w:pPr>
            <w:r w:rsidRPr="00051179">
              <w:t>9</w:t>
            </w:r>
          </w:p>
          <w:p w:rsidR="0019794B" w:rsidRPr="00051179" w:rsidRDefault="0019794B" w:rsidP="00577C16">
            <w:pPr>
              <w:pStyle w:val="Dates"/>
            </w:pPr>
            <w:r>
              <w:t>Cycle 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9774" w:type="dxa"/>
            <w:gridSpan w:val="5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A315BE" w:rsidRDefault="00A315BE" w:rsidP="00E72292">
      <w:r>
        <w:br w:type="page"/>
      </w:r>
    </w:p>
    <w:tbl>
      <w:tblPr>
        <w:tblW w:w="13680" w:type="dxa"/>
        <w:jc w:val="center"/>
        <w:tblBorders>
          <w:top w:val="single" w:sz="4" w:space="0" w:color="314871"/>
          <w:left w:val="single" w:sz="4" w:space="0" w:color="314871"/>
          <w:bottom w:val="single" w:sz="4" w:space="0" w:color="314871"/>
          <w:right w:val="single" w:sz="4" w:space="0" w:color="314871"/>
          <w:insideH w:val="single" w:sz="4" w:space="0" w:color="314871"/>
          <w:insideV w:val="single" w:sz="4" w:space="0" w:color="314871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2"/>
        <w:gridCol w:w="1954"/>
        <w:gridCol w:w="1954"/>
        <w:gridCol w:w="1955"/>
        <w:gridCol w:w="1955"/>
        <w:gridCol w:w="1955"/>
        <w:gridCol w:w="1955"/>
      </w:tblGrid>
      <w:tr w:rsidR="006D1C43" w:rsidRPr="00051179" w:rsidTr="00577C16">
        <w:trPr>
          <w:cantSplit/>
          <w:trHeight w:hRule="exact" w:val="605"/>
          <w:jc w:val="center"/>
        </w:trPr>
        <w:tc>
          <w:tcPr>
            <w:tcW w:w="13680" w:type="dxa"/>
            <w:gridSpan w:val="7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noWrap/>
            <w:tcMar>
              <w:bottom w:w="86" w:type="dxa"/>
            </w:tcMar>
            <w:vAlign w:val="bottom"/>
          </w:tcPr>
          <w:p w:rsidR="006D1C43" w:rsidRPr="00051179" w:rsidRDefault="006D1C43" w:rsidP="00577C16">
            <w:pPr>
              <w:pStyle w:val="MonthNames"/>
            </w:pPr>
            <w:r w:rsidRPr="00051179">
              <w:t>December 2009</w:t>
            </w:r>
          </w:p>
        </w:tc>
      </w:tr>
      <w:tr w:rsidR="006D1C43" w:rsidRPr="00051179" w:rsidTr="00577C16">
        <w:trPr>
          <w:cantSplit/>
          <w:trHeight w:hRule="exact" w:val="259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Sunday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Monday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Tuesday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Wednesday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Thursday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Friday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365F91"/>
            <w:noWrap/>
            <w:tcMar>
              <w:bottom w:w="58" w:type="dxa"/>
            </w:tcMar>
            <w:vAlign w:val="bottom"/>
          </w:tcPr>
          <w:p w:rsidR="006D1C43" w:rsidRPr="00051179" w:rsidRDefault="006D1C43" w:rsidP="00577C16">
            <w:pPr>
              <w:pStyle w:val="Weekdays"/>
            </w:pPr>
            <w:r w:rsidRPr="00051179">
              <w:t>Saturday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3906" w:type="dxa"/>
            <w:gridSpan w:val="2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bottom w:w="115" w:type="dxa"/>
            </w:tcMar>
          </w:tcPr>
          <w:p w:rsidR="006D1C43" w:rsidRPr="00051179" w:rsidRDefault="006D1C43" w:rsidP="00577C16">
            <w:pPr>
              <w:pStyle w:val="Dates"/>
            </w:pP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5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6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8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11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12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13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14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16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17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Default="006D1C43" w:rsidP="00577C16">
            <w:pPr>
              <w:pStyle w:val="Dates"/>
            </w:pPr>
            <w:r w:rsidRPr="00051179">
              <w:t>18</w:t>
            </w:r>
          </w:p>
          <w:p w:rsidR="0019794B" w:rsidRPr="00051179" w:rsidRDefault="0019794B" w:rsidP="00577C16">
            <w:pPr>
              <w:pStyle w:val="Dates"/>
            </w:pPr>
            <w:r>
              <w:t>Cycle 3 Ends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19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20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21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22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23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24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25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26</w:t>
            </w:r>
          </w:p>
        </w:tc>
      </w:tr>
      <w:tr w:rsidR="006D1C43" w:rsidRPr="00051179" w:rsidTr="00577C16">
        <w:trPr>
          <w:cantSplit/>
          <w:trHeight w:hRule="exact" w:val="1584"/>
          <w:jc w:val="center"/>
        </w:trPr>
        <w:tc>
          <w:tcPr>
            <w:tcW w:w="1952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C6D9F1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6D1C43" w:rsidRPr="00051179" w:rsidRDefault="006D1C43" w:rsidP="00577C16">
            <w:pPr>
              <w:pStyle w:val="Dates"/>
            </w:pPr>
            <w:r w:rsidRPr="00051179">
              <w:t>27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28</w:t>
            </w:r>
          </w:p>
        </w:tc>
        <w:tc>
          <w:tcPr>
            <w:tcW w:w="1954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29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30</w:t>
            </w:r>
          </w:p>
        </w:tc>
        <w:tc>
          <w:tcPr>
            <w:tcW w:w="1955" w:type="dxa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  <w:r w:rsidRPr="00051179">
              <w:t>31</w:t>
            </w:r>
          </w:p>
        </w:tc>
        <w:tc>
          <w:tcPr>
            <w:tcW w:w="3910" w:type="dxa"/>
            <w:gridSpan w:val="2"/>
            <w:tcBorders>
              <w:top w:val="single" w:sz="4" w:space="0" w:color="244061"/>
              <w:left w:val="single" w:sz="4" w:space="0" w:color="244061"/>
              <w:bottom w:val="single" w:sz="4" w:space="0" w:color="244061"/>
              <w:right w:val="single" w:sz="4" w:space="0" w:color="244061"/>
            </w:tcBorders>
            <w:shd w:val="clear" w:color="auto" w:fill="auto"/>
          </w:tcPr>
          <w:p w:rsidR="006D1C43" w:rsidRPr="00051179" w:rsidRDefault="006D1C43" w:rsidP="00577C16">
            <w:pPr>
              <w:pStyle w:val="Dates"/>
            </w:pPr>
          </w:p>
        </w:tc>
      </w:tr>
    </w:tbl>
    <w:p w:rsidR="00F93DCB" w:rsidRDefault="00F93DCB" w:rsidP="001960E8"/>
    <w:sectPr w:rsidR="00F93DCB" w:rsidSect="000D3ACF">
      <w:headerReference w:type="default" r:id="rId9"/>
      <w:pgSz w:w="15840" w:h="12240" w:orient="landscape" w:code="1"/>
      <w:pgMar w:top="1080" w:right="1080" w:bottom="734" w:left="108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014" w:rsidRDefault="00C23014" w:rsidP="000D3ACF">
      <w:r>
        <w:separator/>
      </w:r>
    </w:p>
  </w:endnote>
  <w:endnote w:type="continuationSeparator" w:id="0">
    <w:p w:rsidR="00C23014" w:rsidRDefault="00C23014" w:rsidP="000D3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014" w:rsidRDefault="00C23014" w:rsidP="000D3ACF">
      <w:r>
        <w:separator/>
      </w:r>
    </w:p>
  </w:footnote>
  <w:footnote w:type="continuationSeparator" w:id="0">
    <w:p w:rsidR="00C23014" w:rsidRDefault="00C23014" w:rsidP="000D3A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ACF" w:rsidRDefault="000D3ACF">
    <w:pPr>
      <w:pStyle w:val="Header"/>
    </w:pPr>
    <w:r>
      <w:t>2009 English III HSC Calendar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attachedTemplate r:id="rId1"/>
  <w:stylePaneFormatFilter w:val="3F01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5CBD"/>
    <w:rsid w:val="00007094"/>
    <w:rsid w:val="000105CB"/>
    <w:rsid w:val="000400DF"/>
    <w:rsid w:val="00051179"/>
    <w:rsid w:val="000540C2"/>
    <w:rsid w:val="000878ED"/>
    <w:rsid w:val="000D3ACF"/>
    <w:rsid w:val="000F41C9"/>
    <w:rsid w:val="00110DFC"/>
    <w:rsid w:val="00151E0B"/>
    <w:rsid w:val="00174473"/>
    <w:rsid w:val="001960E8"/>
    <w:rsid w:val="00197678"/>
    <w:rsid w:val="0019794B"/>
    <w:rsid w:val="001A23B9"/>
    <w:rsid w:val="001D7579"/>
    <w:rsid w:val="001F0ABC"/>
    <w:rsid w:val="002438DF"/>
    <w:rsid w:val="0024645D"/>
    <w:rsid w:val="00267644"/>
    <w:rsid w:val="00267C4C"/>
    <w:rsid w:val="00271B35"/>
    <w:rsid w:val="0028699A"/>
    <w:rsid w:val="00305C15"/>
    <w:rsid w:val="003221DC"/>
    <w:rsid w:val="00335204"/>
    <w:rsid w:val="0034783A"/>
    <w:rsid w:val="00375C59"/>
    <w:rsid w:val="00391582"/>
    <w:rsid w:val="003C38AC"/>
    <w:rsid w:val="003F7F4B"/>
    <w:rsid w:val="00417712"/>
    <w:rsid w:val="00434F56"/>
    <w:rsid w:val="00435CBD"/>
    <w:rsid w:val="0047586B"/>
    <w:rsid w:val="004951BE"/>
    <w:rsid w:val="004D0530"/>
    <w:rsid w:val="004F3D60"/>
    <w:rsid w:val="00530612"/>
    <w:rsid w:val="00545B07"/>
    <w:rsid w:val="00577C16"/>
    <w:rsid w:val="005B06E1"/>
    <w:rsid w:val="005C3241"/>
    <w:rsid w:val="005C4458"/>
    <w:rsid w:val="005D282F"/>
    <w:rsid w:val="005D3D2F"/>
    <w:rsid w:val="005E1018"/>
    <w:rsid w:val="005F030A"/>
    <w:rsid w:val="005F64BC"/>
    <w:rsid w:val="006235CE"/>
    <w:rsid w:val="00662C2C"/>
    <w:rsid w:val="00665B68"/>
    <w:rsid w:val="006A0062"/>
    <w:rsid w:val="006D1C43"/>
    <w:rsid w:val="006E013D"/>
    <w:rsid w:val="006E7C12"/>
    <w:rsid w:val="006F1857"/>
    <w:rsid w:val="0070034E"/>
    <w:rsid w:val="00706624"/>
    <w:rsid w:val="0072635A"/>
    <w:rsid w:val="00745963"/>
    <w:rsid w:val="00745FA0"/>
    <w:rsid w:val="0075427B"/>
    <w:rsid w:val="0076688B"/>
    <w:rsid w:val="00777BE1"/>
    <w:rsid w:val="00781434"/>
    <w:rsid w:val="00785890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43B36"/>
    <w:rsid w:val="00860B24"/>
    <w:rsid w:val="00883937"/>
    <w:rsid w:val="008A26C6"/>
    <w:rsid w:val="008B3493"/>
    <w:rsid w:val="008C1080"/>
    <w:rsid w:val="008E17EE"/>
    <w:rsid w:val="00940D43"/>
    <w:rsid w:val="00951ED3"/>
    <w:rsid w:val="009525B4"/>
    <w:rsid w:val="00975B98"/>
    <w:rsid w:val="0097726B"/>
    <w:rsid w:val="009F0AA0"/>
    <w:rsid w:val="00A250E2"/>
    <w:rsid w:val="00A315BE"/>
    <w:rsid w:val="00A356D3"/>
    <w:rsid w:val="00A64DCE"/>
    <w:rsid w:val="00A81AC5"/>
    <w:rsid w:val="00A95B76"/>
    <w:rsid w:val="00AC5E88"/>
    <w:rsid w:val="00AE75DA"/>
    <w:rsid w:val="00B05F5A"/>
    <w:rsid w:val="00B11B45"/>
    <w:rsid w:val="00B30A6D"/>
    <w:rsid w:val="00B3333D"/>
    <w:rsid w:val="00B35068"/>
    <w:rsid w:val="00B543F2"/>
    <w:rsid w:val="00B61AF5"/>
    <w:rsid w:val="00B6434F"/>
    <w:rsid w:val="00B64EC4"/>
    <w:rsid w:val="00B667E0"/>
    <w:rsid w:val="00B66FE4"/>
    <w:rsid w:val="00B71E98"/>
    <w:rsid w:val="00B95DF3"/>
    <w:rsid w:val="00BB3F53"/>
    <w:rsid w:val="00BB4E54"/>
    <w:rsid w:val="00BB5998"/>
    <w:rsid w:val="00BF247B"/>
    <w:rsid w:val="00C00FDA"/>
    <w:rsid w:val="00C0521C"/>
    <w:rsid w:val="00C14AB4"/>
    <w:rsid w:val="00C23014"/>
    <w:rsid w:val="00C37ABA"/>
    <w:rsid w:val="00C4216B"/>
    <w:rsid w:val="00C43AC3"/>
    <w:rsid w:val="00C81C83"/>
    <w:rsid w:val="00C8675E"/>
    <w:rsid w:val="00CB7A50"/>
    <w:rsid w:val="00CC1147"/>
    <w:rsid w:val="00CF629B"/>
    <w:rsid w:val="00D03423"/>
    <w:rsid w:val="00D1570B"/>
    <w:rsid w:val="00D375FB"/>
    <w:rsid w:val="00D5032E"/>
    <w:rsid w:val="00D57674"/>
    <w:rsid w:val="00D9744F"/>
    <w:rsid w:val="00DC5FD4"/>
    <w:rsid w:val="00DD5ADD"/>
    <w:rsid w:val="00E35B6F"/>
    <w:rsid w:val="00E43BC8"/>
    <w:rsid w:val="00E47AB4"/>
    <w:rsid w:val="00E72292"/>
    <w:rsid w:val="00E73029"/>
    <w:rsid w:val="00E81B2E"/>
    <w:rsid w:val="00E97D2F"/>
    <w:rsid w:val="00EC2F29"/>
    <w:rsid w:val="00ED29B6"/>
    <w:rsid w:val="00EF1203"/>
    <w:rsid w:val="00EF4D58"/>
    <w:rsid w:val="00EF6EE3"/>
    <w:rsid w:val="00F00436"/>
    <w:rsid w:val="00F24D83"/>
    <w:rsid w:val="00F65E65"/>
    <w:rsid w:val="00F82808"/>
    <w:rsid w:val="00F913C4"/>
    <w:rsid w:val="00F93DCB"/>
    <w:rsid w:val="00FC689D"/>
    <w:rsid w:val="00FE3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26B"/>
    <w:rPr>
      <w:rFonts w:ascii="Garamond" w:hAnsi="Garamon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66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97726B"/>
    <w:pPr>
      <w:jc w:val="center"/>
    </w:pPr>
    <w:rPr>
      <w:bCs/>
      <w:color w:val="17365D"/>
      <w:sz w:val="48"/>
      <w:szCs w:val="20"/>
    </w:rPr>
  </w:style>
  <w:style w:type="paragraph" w:customStyle="1" w:styleId="Dates">
    <w:name w:val="Dates"/>
    <w:basedOn w:val="Normal"/>
    <w:rsid w:val="0097726B"/>
    <w:rPr>
      <w:rFonts w:cs="Arial"/>
      <w:color w:val="17365D"/>
      <w:sz w:val="20"/>
      <w:szCs w:val="20"/>
    </w:rPr>
  </w:style>
  <w:style w:type="paragraph" w:customStyle="1" w:styleId="Weekdays">
    <w:name w:val="Weekdays"/>
    <w:basedOn w:val="Normal"/>
    <w:rsid w:val="0097726B"/>
    <w:pPr>
      <w:jc w:val="center"/>
    </w:pPr>
    <w:rPr>
      <w:caps/>
      <w:color w:val="FFFFFF"/>
      <w:spacing w:val="4"/>
      <w:sz w:val="20"/>
      <w:szCs w:val="16"/>
    </w:rPr>
  </w:style>
  <w:style w:type="paragraph" w:styleId="Header">
    <w:name w:val="header"/>
    <w:basedOn w:val="Normal"/>
    <w:link w:val="HeaderChar"/>
    <w:rsid w:val="000D3A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D3ACF"/>
    <w:rPr>
      <w:rFonts w:ascii="Garamond" w:hAnsi="Garamond"/>
      <w:sz w:val="24"/>
      <w:szCs w:val="24"/>
    </w:rPr>
  </w:style>
  <w:style w:type="paragraph" w:styleId="Footer">
    <w:name w:val="footer"/>
    <w:basedOn w:val="Normal"/>
    <w:link w:val="FooterChar"/>
    <w:rsid w:val="000D3A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D3ACF"/>
    <w:rPr>
      <w:rFonts w:ascii="Garamond" w:hAnsi="Garamon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wehde\Application%20Data\Microsoft\Templates\2009%20calend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83D15FC56A91084CA19D8350E12BF53D" ma:contentTypeVersion="" ma:contentTypeDescription="" ma:contentTypeScope="" ma:versionID="991a5333c8f697bdd3d6bd92e402155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BA510F-207B-4C51-B1B9-A32C30C75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F9145D-A875-4FDB-AEF8-DF879FA53FE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46A9AE5-FE89-4C1A-A400-C01167E45C37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 calendar</Template>
  <TotalTime>0</TotalTime>
  <Pages>12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Christinia Wehde-Roddiger</dc:creator>
  <cp:keywords/>
  <dc:description/>
  <cp:lastModifiedBy>Christinia Wehde-Roddiger</cp:lastModifiedBy>
  <cp:revision>2</cp:revision>
  <cp:lastPrinted>2004-06-11T03:44:00Z</cp:lastPrinted>
  <dcterms:created xsi:type="dcterms:W3CDTF">2009-10-07T20:49:00Z</dcterms:created>
  <dcterms:modified xsi:type="dcterms:W3CDTF">2009-10-07T20:49:00Z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TC102851631033</vt:lpwstr>
  </property>
  <property fmtid="{D5CDD505-2E9C-101B-9397-08002B2CF9AE}" pid="3" name="AddDocumentEventProcessedId">
    <vt:lpwstr>f1c73b79-35dd-4b42-9f82-3d550ea81f2b</vt:lpwstr>
  </property>
</Properties>
</file>